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613" w:rsidRDefault="00116613">
      <w:pPr>
        <w:jc w:val="center"/>
        <w:rPr>
          <w:i/>
          <w:iCs/>
          <w:sz w:val="48"/>
          <w:szCs w:val="48"/>
        </w:rPr>
      </w:pPr>
      <w:r>
        <w:rPr>
          <w:i/>
          <w:iCs/>
          <w:sz w:val="48"/>
          <w:szCs w:val="48"/>
        </w:rPr>
        <w:t>Food Presentations</w:t>
      </w:r>
    </w:p>
    <w:p w:rsidR="00116613" w:rsidRDefault="00116613">
      <w:pPr>
        <w:rPr>
          <w:i/>
          <w:iCs/>
          <w:sz w:val="32"/>
          <w:szCs w:val="32"/>
        </w:rPr>
      </w:pPr>
      <w:r>
        <w:rPr>
          <w:i/>
          <w:iCs/>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  Answer these questions with complete sentences and upload to the Wiki when you are finished.---M.H.</w:t>
      </w:r>
    </w:p>
    <w:p w:rsidR="00116613" w:rsidRDefault="00116613">
      <w:pPr>
        <w:ind w:left="750" w:hanging="390"/>
        <w:rPr>
          <w:sz w:val="32"/>
          <w:szCs w:val="32"/>
        </w:rPr>
      </w:pPr>
      <w:r>
        <w:rPr>
          <w:sz w:val="32"/>
          <w:szCs w:val="32"/>
        </w:rPr>
        <w:t>1.</w:t>
      </w:r>
      <w:r>
        <w:rPr>
          <w:sz w:val="32"/>
          <w:szCs w:val="32"/>
        </w:rPr>
        <w:tab/>
        <w:t>What foods are commonly eaten?</w:t>
      </w:r>
    </w:p>
    <w:p w:rsidR="00116613" w:rsidRDefault="00116613">
      <w:pPr>
        <w:ind w:left="750"/>
        <w:rPr>
          <w:sz w:val="28"/>
          <w:szCs w:val="28"/>
        </w:rPr>
      </w:pPr>
      <w:r>
        <w:rPr>
          <w:sz w:val="28"/>
          <w:szCs w:val="28"/>
        </w:rPr>
        <w:t>Heavy bread, pies and, fish are commonly eaten in in the country. The pies are known as piroghi</w:t>
      </w:r>
      <w:r>
        <w:rPr>
          <w:i/>
          <w:iCs/>
          <w:sz w:val="28"/>
          <w:szCs w:val="28"/>
        </w:rPr>
        <w:t xml:space="preserve"> </w:t>
      </w:r>
      <w:r>
        <w:rPr>
          <w:sz w:val="28"/>
          <w:szCs w:val="28"/>
        </w:rPr>
        <w:t>and</w:t>
      </w:r>
      <w:r>
        <w:rPr>
          <w:i/>
          <w:iCs/>
          <w:sz w:val="28"/>
          <w:szCs w:val="28"/>
        </w:rPr>
        <w:t xml:space="preserve"> </w:t>
      </w:r>
      <w:r>
        <w:rPr>
          <w:sz w:val="28"/>
          <w:szCs w:val="28"/>
        </w:rPr>
        <w:t>pirozhki. The most popular fish is the sturgeon. Borscht</w:t>
      </w:r>
      <w:r>
        <w:rPr>
          <w:i/>
          <w:iCs/>
          <w:sz w:val="28"/>
          <w:szCs w:val="28"/>
        </w:rPr>
        <w:t xml:space="preserve"> </w:t>
      </w:r>
      <w:r>
        <w:rPr>
          <w:sz w:val="28"/>
          <w:szCs w:val="28"/>
        </w:rPr>
        <w:t>is a soup in Russia; which has beets and cabbage and sour cream.</w:t>
      </w:r>
    </w:p>
    <w:p w:rsidR="00116613" w:rsidRDefault="00116613">
      <w:pPr>
        <w:ind w:left="750" w:hanging="390"/>
        <w:rPr>
          <w:sz w:val="32"/>
          <w:szCs w:val="32"/>
        </w:rPr>
      </w:pPr>
      <w:r>
        <w:rPr>
          <w:sz w:val="32"/>
          <w:szCs w:val="32"/>
        </w:rPr>
        <w:t>2.</w:t>
      </w:r>
      <w:r>
        <w:rPr>
          <w:sz w:val="32"/>
          <w:szCs w:val="32"/>
        </w:rPr>
        <w:tab/>
        <w:t xml:space="preserve">What does a typical breakfast consist of?  Lunch?  Dinner?  At what times are these meals eaten? </w:t>
      </w:r>
    </w:p>
    <w:p w:rsidR="00116613" w:rsidRDefault="00116613">
      <w:pPr>
        <w:ind w:left="750"/>
        <w:rPr>
          <w:sz w:val="28"/>
          <w:szCs w:val="28"/>
        </w:rPr>
      </w:pPr>
      <w:r>
        <w:rPr>
          <w:sz w:val="28"/>
          <w:szCs w:val="28"/>
        </w:rPr>
        <w:t xml:space="preserve">In Russia the breakfast is usually small and may only consist of tea or coffee and bread pancakes. Lunch is next, the first thing eaten is a salad, though salads are much heavier in Russia, the second course is a soup, and finally main course in usually some kind of meat. Dinner is a much smaller meal than lunch and mainly consists of appetizers and tea or vodka. </w:t>
      </w:r>
    </w:p>
    <w:p w:rsidR="00116613" w:rsidRDefault="00116613">
      <w:pPr>
        <w:ind w:left="750" w:hanging="390"/>
        <w:rPr>
          <w:sz w:val="32"/>
          <w:szCs w:val="32"/>
        </w:rPr>
      </w:pPr>
      <w:r>
        <w:rPr>
          <w:sz w:val="32"/>
          <w:szCs w:val="32"/>
        </w:rPr>
        <w:t>3.</w:t>
      </w:r>
      <w:r>
        <w:rPr>
          <w:sz w:val="32"/>
          <w:szCs w:val="32"/>
        </w:rPr>
        <w:tab/>
        <w:t>What are some (at least two) famous recipes from your country?</w:t>
      </w:r>
    </w:p>
    <w:p w:rsidR="00116613" w:rsidRDefault="00116613">
      <w:pPr>
        <w:ind w:left="750"/>
        <w:rPr>
          <w:i/>
          <w:iCs/>
          <w:sz w:val="28"/>
          <w:szCs w:val="28"/>
        </w:rPr>
      </w:pPr>
      <w:r>
        <w:rPr>
          <w:sz w:val="28"/>
          <w:szCs w:val="28"/>
        </w:rPr>
        <w:t>Two famous recipes from Russia are Bliny, which is a thin pancake, and Borscht, which is a beet and cabbage soup.</w:t>
      </w:r>
    </w:p>
    <w:p w:rsidR="00116613" w:rsidRDefault="00116613">
      <w:pPr>
        <w:ind w:left="750" w:hanging="390"/>
        <w:rPr>
          <w:sz w:val="32"/>
          <w:szCs w:val="32"/>
        </w:rPr>
      </w:pPr>
      <w:r>
        <w:rPr>
          <w:sz w:val="32"/>
          <w:szCs w:val="32"/>
        </w:rPr>
        <w:t>4.</w:t>
      </w:r>
      <w:r>
        <w:rPr>
          <w:sz w:val="32"/>
          <w:szCs w:val="32"/>
        </w:rPr>
        <w:tab/>
        <w:t>What are some foods from this country that are commonly eaten in your country?  Are the foods prepared differently here than in this country?</w:t>
      </w:r>
    </w:p>
    <w:p w:rsidR="00116613" w:rsidRDefault="00116613">
      <w:pPr>
        <w:ind w:left="750"/>
        <w:rPr>
          <w:sz w:val="28"/>
          <w:szCs w:val="28"/>
        </w:rPr>
      </w:pPr>
      <w:r>
        <w:rPr>
          <w:sz w:val="28"/>
          <w:szCs w:val="28"/>
        </w:rPr>
        <w:t xml:space="preserve">Beef stroganoff is eaten in America and is commonly consumed in Russia. No, they are prepared about the same </w:t>
      </w:r>
    </w:p>
    <w:p w:rsidR="00116613" w:rsidRDefault="00116613">
      <w:pPr>
        <w:ind w:left="750" w:hanging="390"/>
        <w:rPr>
          <w:sz w:val="32"/>
          <w:szCs w:val="32"/>
        </w:rPr>
      </w:pPr>
      <w:r>
        <w:rPr>
          <w:sz w:val="32"/>
          <w:szCs w:val="32"/>
        </w:rPr>
        <w:t>5.</w:t>
      </w:r>
      <w:r>
        <w:rPr>
          <w:sz w:val="32"/>
          <w:szCs w:val="32"/>
        </w:rPr>
        <w:tab/>
        <w:t>What is your personal opinion of this country’s food?  What looks appetizing?  What looks repulsive?  How do you think you are going to do eating this food every day?</w:t>
      </w:r>
    </w:p>
    <w:p w:rsidR="00116613" w:rsidRDefault="00116613">
      <w:pPr>
        <w:ind w:left="750"/>
        <w:rPr>
          <w:sz w:val="28"/>
          <w:szCs w:val="28"/>
        </w:rPr>
      </w:pPr>
      <w:r>
        <w:rPr>
          <w:sz w:val="28"/>
          <w:szCs w:val="28"/>
        </w:rPr>
        <w:t>My personal opinion of Russian cuisine is that I am willing to try anything and most of the foods seem good enough to me. The foods that look appetizing to me is probably the beef stroganoff or the piroghies The food that seems repulsive to me would have to be the salads, because I for one do not enjoy eating a big salad.</w:t>
      </w:r>
    </w:p>
    <w:p w:rsidR="00116613" w:rsidRDefault="00116613">
      <w:pPr>
        <w:rPr>
          <w:sz w:val="32"/>
          <w:szCs w:val="32"/>
        </w:rPr>
      </w:pPr>
      <w:r>
        <w:rPr>
          <w:sz w:val="32"/>
          <w:szCs w:val="32"/>
        </w:rPr>
        <w:t>6.  Create your group’s visual.  This could be a poster board, a PowerPoint, or a Glogster, for example.</w:t>
      </w:r>
    </w:p>
    <w:p w:rsidR="00116613" w:rsidRDefault="00116613">
      <w:pPr>
        <w:rPr>
          <w:sz w:val="32"/>
          <w:szCs w:val="32"/>
        </w:rPr>
      </w:pPr>
    </w:p>
    <w:p w:rsidR="00116613" w:rsidRDefault="00116613"/>
    <w:sectPr w:rsidR="00116613" w:rsidSect="00116613">
      <w:headerReference w:type="default" r:id="rId6"/>
      <w:footerReference w:type="default" r:id="rId7"/>
      <w:pgSz w:w="12240" w:h="15840"/>
      <w:pgMar w:top="1440"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613" w:rsidRDefault="00116613" w:rsidP="00116613">
      <w:pPr>
        <w:spacing w:after="0" w:line="240" w:lineRule="auto"/>
      </w:pPr>
      <w:r>
        <w:separator/>
      </w:r>
    </w:p>
  </w:endnote>
  <w:endnote w:type="continuationSeparator" w:id="0">
    <w:p w:rsidR="00116613" w:rsidRDefault="00116613" w:rsidP="00116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613" w:rsidRDefault="00116613">
    <w:pPr>
      <w:tabs>
        <w:tab w:val="center" w:pos="4680"/>
        <w:tab w:val="right" w:pos="9360"/>
      </w:tabs>
      <w:rPr>
        <w:rFonts w:eastAsiaTheme="minorEastAsia"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613" w:rsidRDefault="00116613" w:rsidP="00116613">
      <w:pPr>
        <w:spacing w:after="0" w:line="240" w:lineRule="auto"/>
      </w:pPr>
      <w:r>
        <w:separator/>
      </w:r>
    </w:p>
  </w:footnote>
  <w:footnote w:type="continuationSeparator" w:id="0">
    <w:p w:rsidR="00116613" w:rsidRDefault="00116613" w:rsidP="001166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613" w:rsidRDefault="00116613">
    <w:pPr>
      <w:tabs>
        <w:tab w:val="center" w:pos="4680"/>
        <w:tab w:val="right" w:pos="9360"/>
      </w:tabs>
      <w:rPr>
        <w:rFonts w:eastAsiaTheme="minorEastAsia"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116613"/>
    <w:rsid w:val="001166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spacing w:after="240" w:line="275" w:lineRule="auto"/>
    </w:pPr>
    <w:rPr>
      <w:rFonts w:ascii="Calibri" w:eastAsia="Times New Roman" w:hAnsi="Calibri" w:cs="Calibr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